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2977"/>
        <w:gridCol w:w="2408"/>
      </w:tblGrid>
      <w:tr w:rsidR="00D31815" w14:paraId="6FB318BC" w14:textId="77777777" w:rsidTr="00AF3E3F">
        <w:tc>
          <w:tcPr>
            <w:tcW w:w="3970" w:type="dxa"/>
          </w:tcPr>
          <w:p w14:paraId="7F59969D" w14:textId="77777777" w:rsidR="00D31815" w:rsidRDefault="00D31815">
            <w:pPr>
              <w:ind w:firstLine="0"/>
            </w:pPr>
          </w:p>
        </w:tc>
        <w:tc>
          <w:tcPr>
            <w:tcW w:w="5386" w:type="dxa"/>
            <w:gridSpan w:val="2"/>
          </w:tcPr>
          <w:p w14:paraId="2AF40D68" w14:textId="3C658090" w:rsidR="00D31815" w:rsidRDefault="00D31815" w:rsidP="007602A3">
            <w:pPr>
              <w:ind w:firstLine="0"/>
              <w:jc w:val="right"/>
            </w:pPr>
            <w:r>
              <w:t>Приложение №</w:t>
            </w:r>
            <w:r w:rsidR="000D4DE2">
              <w:t xml:space="preserve"> </w:t>
            </w:r>
            <w:r w:rsidR="007602A3">
              <w:t>8</w:t>
            </w:r>
          </w:p>
        </w:tc>
      </w:tr>
      <w:tr w:rsidR="0018196C" w14:paraId="30499376" w14:textId="77777777" w:rsidTr="00AF3E3F">
        <w:tc>
          <w:tcPr>
            <w:tcW w:w="3970" w:type="dxa"/>
          </w:tcPr>
          <w:p w14:paraId="44C8C8DA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176E2579" w14:textId="00DFF127" w:rsidR="0018196C" w:rsidRDefault="0018196C" w:rsidP="0018196C">
            <w:pPr>
              <w:ind w:firstLine="0"/>
              <w:jc w:val="right"/>
            </w:pPr>
            <w:r>
              <w:t>к Договору №</w:t>
            </w:r>
          </w:p>
        </w:tc>
        <w:tc>
          <w:tcPr>
            <w:tcW w:w="2408" w:type="dxa"/>
            <w:tcBorders>
              <w:bottom w:val="single" w:sz="4" w:space="0" w:color="auto"/>
            </w:tcBorders>
          </w:tcPr>
          <w:p w14:paraId="65CE240A" w14:textId="55F3FCF3" w:rsidR="0018196C" w:rsidRDefault="0018196C" w:rsidP="0018196C">
            <w:pPr>
              <w:ind w:firstLine="0"/>
              <w:jc w:val="center"/>
            </w:pPr>
          </w:p>
        </w:tc>
      </w:tr>
      <w:tr w:rsidR="0018196C" w14:paraId="1400BDC5" w14:textId="77777777" w:rsidTr="00AF3E3F">
        <w:tc>
          <w:tcPr>
            <w:tcW w:w="3970" w:type="dxa"/>
          </w:tcPr>
          <w:p w14:paraId="11AAEB10" w14:textId="77777777" w:rsidR="0018196C" w:rsidRDefault="0018196C" w:rsidP="0018196C">
            <w:pPr>
              <w:ind w:firstLine="0"/>
            </w:pPr>
          </w:p>
        </w:tc>
        <w:tc>
          <w:tcPr>
            <w:tcW w:w="2978" w:type="dxa"/>
          </w:tcPr>
          <w:p w14:paraId="0C8E33D1" w14:textId="05B83E72" w:rsidR="0018196C" w:rsidRDefault="0018196C" w:rsidP="0018196C">
            <w:pPr>
              <w:ind w:firstLine="0"/>
              <w:jc w:val="right"/>
            </w:pPr>
            <w:r>
              <w:t>от</w:t>
            </w: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</w:tcPr>
          <w:p w14:paraId="65088C71" w14:textId="2E436594" w:rsidR="0018196C" w:rsidRDefault="00AF3E3F" w:rsidP="001C23CB">
            <w:pPr>
              <w:ind w:firstLine="0"/>
              <w:jc w:val="center"/>
            </w:pPr>
            <w:r>
              <w:t>«</w:t>
            </w:r>
            <w:r w:rsidR="001C23CB">
              <w:t xml:space="preserve">   </w:t>
            </w:r>
            <w:r>
              <w:t xml:space="preserve">» </w:t>
            </w:r>
            <w:r w:rsidR="001C23CB">
              <w:t xml:space="preserve">           </w:t>
            </w:r>
            <w:r>
              <w:t xml:space="preserve"> 2023 г.</w:t>
            </w:r>
          </w:p>
        </w:tc>
      </w:tr>
    </w:tbl>
    <w:p w14:paraId="43605543" w14:textId="36CB70D5" w:rsidR="00D31815" w:rsidRPr="00AF3E3F" w:rsidRDefault="00D31815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AF3E3F" w:rsidRPr="00AF3E3F" w14:paraId="6180E867" w14:textId="77777777" w:rsidTr="00BE10CA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262D7FCD" w14:textId="77777777" w:rsidR="00BE10CA" w:rsidRPr="00AF3E3F" w:rsidRDefault="00BE10CA" w:rsidP="00AF3E3F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A8CB2C4" w14:textId="77777777" w:rsidR="00BE10CA" w:rsidRPr="00AF3E3F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2B2D422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УТВЕРЖДАЮ</w:t>
            </w:r>
          </w:p>
        </w:tc>
      </w:tr>
      <w:tr w:rsidR="00AF3E3F" w:rsidRPr="00AF3E3F" w14:paraId="75FDC69C" w14:textId="77777777" w:rsidTr="00EA044C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FF76A76" w14:textId="57D89A34" w:rsidR="001C23CB" w:rsidRPr="00E17EB8" w:rsidRDefault="001C23CB" w:rsidP="001C23CB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  <w:p w14:paraId="7ACAEA76" w14:textId="150F55DE" w:rsidR="00AF3E3F" w:rsidRPr="00AF3E3F" w:rsidRDefault="00AF3E3F" w:rsidP="00EA044C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5591AD3F" w14:textId="77777777" w:rsidR="00BE10CA" w:rsidRPr="00AF3E3F" w:rsidRDefault="00BE10CA" w:rsidP="00BE10CA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</w:tcPr>
          <w:p w14:paraId="50B037CE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14:paraId="1359C596" w14:textId="77777777" w:rsidR="00BE10CA" w:rsidRPr="00AF3E3F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AF3E3F" w:rsidRPr="00AF3E3F" w14:paraId="5CFCADC5" w14:textId="77777777" w:rsidTr="00EA044C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14:paraId="23B93494" w14:textId="77777777" w:rsidR="00BE10CA" w:rsidRPr="00EA044C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1322C671" w14:textId="77777777" w:rsidR="00BE10CA" w:rsidRPr="00EA044C" w:rsidRDefault="00BE10CA" w:rsidP="00460C80">
            <w:pPr>
              <w:widowControl w:val="0"/>
              <w:ind w:firstLine="0"/>
              <w:jc w:val="left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14:paraId="3823AB20" w14:textId="2BA0B1B5" w:rsidR="00BE10CA" w:rsidRPr="00EA044C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B68CECE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2890F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DE0BE38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E45E7" w14:textId="77777777" w:rsidR="00BE10CA" w:rsidRPr="00AF3E3F" w:rsidRDefault="00BE10CA" w:rsidP="00460C80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А.В. Виговский</w:t>
            </w:r>
          </w:p>
        </w:tc>
      </w:tr>
      <w:tr w:rsidR="00AF3E3F" w:rsidRPr="00AF3E3F" w14:paraId="5405937B" w14:textId="77777777" w:rsidTr="00EA044C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14:paraId="64A34C56" w14:textId="621EE228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7B45D0D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0D62A573" w14:textId="55D70BD8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1C71EB92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966FBC1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F3E3F"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5ED51266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2F2FB37D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AF3E3F"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AF3E3F" w:rsidRPr="00AF3E3F" w14:paraId="34A30C07" w14:textId="77777777" w:rsidTr="00EA044C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74F7C40D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shd w:val="clear" w:color="auto" w:fill="auto"/>
            <w:vAlign w:val="bottom"/>
          </w:tcPr>
          <w:p w14:paraId="602915EA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233AA121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1B4430C7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14:paraId="22100834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5C17786C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0B73B6A8" w14:textId="77777777" w:rsidR="008576E7" w:rsidRPr="00EA044C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</w:pPr>
            <w:r w:rsidRPr="00EA044C">
              <w:rPr>
                <w:rFonts w:eastAsia="Times New Roman" w:cs="Times New Roman"/>
                <w:color w:val="FFFFFF" w:themeColor="background1"/>
                <w:szCs w:val="24"/>
                <w:lang w:eastAsia="ru-RU"/>
              </w:rPr>
              <w:t>2023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1330253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CED2C4D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97371" w14:textId="022F4E02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85E9E59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10EDB68B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80AFCB" w14:textId="6BD05FB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05E4A231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EE20E" w14:textId="77777777" w:rsidR="008576E7" w:rsidRPr="00AF3E3F" w:rsidRDefault="008576E7" w:rsidP="008576E7">
            <w:pPr>
              <w:widowControl w:val="0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AF3E3F">
              <w:rPr>
                <w:rFonts w:eastAsia="Times New Roman" w:cs="Times New Roman"/>
                <w:szCs w:val="24"/>
                <w:lang w:eastAsia="ru-RU"/>
              </w:rPr>
              <w:t>2023 г.</w:t>
            </w:r>
          </w:p>
        </w:tc>
      </w:tr>
    </w:tbl>
    <w:p w14:paraId="580E90C4" w14:textId="24EAB545" w:rsidR="00E46CFF" w:rsidRDefault="00E46CFF" w:rsidP="00E46CFF">
      <w:pPr>
        <w:jc w:val="center"/>
      </w:pPr>
    </w:p>
    <w:p w14:paraId="1C99D980" w14:textId="77777777" w:rsidR="001C23CB" w:rsidRDefault="001C23CB" w:rsidP="004B028C">
      <w:pPr>
        <w:jc w:val="center"/>
        <w:rPr>
          <w:bCs/>
        </w:rPr>
      </w:pPr>
    </w:p>
    <w:p w14:paraId="444678EE" w14:textId="18CA1BD1" w:rsidR="004B028C" w:rsidRPr="0099063B" w:rsidRDefault="0099063B" w:rsidP="004B028C">
      <w:pPr>
        <w:jc w:val="center"/>
      </w:pPr>
      <w:r w:rsidRPr="0099063B">
        <w:rPr>
          <w:bCs/>
        </w:rPr>
        <w:t xml:space="preserve">Форма сбора отчетности по охране труда </w:t>
      </w:r>
      <w:r w:rsidR="007C1948">
        <w:rPr>
          <w:bCs/>
        </w:rPr>
        <w:t>Исполнителем</w:t>
      </w:r>
    </w:p>
    <w:p w14:paraId="2A16F8A9" w14:textId="4E4E302E" w:rsidR="0099063B" w:rsidRDefault="0099063B" w:rsidP="004B028C">
      <w:pPr>
        <w:jc w:val="center"/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"/>
        <w:gridCol w:w="1828"/>
        <w:gridCol w:w="663"/>
        <w:gridCol w:w="503"/>
        <w:gridCol w:w="584"/>
        <w:gridCol w:w="584"/>
        <w:gridCol w:w="584"/>
        <w:gridCol w:w="584"/>
        <w:gridCol w:w="584"/>
        <w:gridCol w:w="606"/>
        <w:gridCol w:w="584"/>
        <w:gridCol w:w="584"/>
        <w:gridCol w:w="584"/>
        <w:gridCol w:w="584"/>
      </w:tblGrid>
      <w:tr w:rsidR="0099063B" w:rsidRPr="0099063B" w14:paraId="5A67C971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1D133D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bookmarkStart w:id="0" w:name="_GoBack" w:colFirst="4" w:colLast="4"/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Год: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E697" w14:textId="7996A225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0F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59E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802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8A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504CEBD" w14:textId="77777777" w:rsidTr="0099063B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AA7D0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Отчетный период: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4967" w14:textId="347CC00C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9CB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5F02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BE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DBC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677A575" w14:textId="77777777" w:rsidTr="00005914">
        <w:trPr>
          <w:trHeight w:val="300"/>
        </w:trPr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47C1A4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Заказчик:</w:t>
            </w:r>
          </w:p>
        </w:tc>
        <w:tc>
          <w:tcPr>
            <w:tcW w:w="4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27A" w14:textId="2AE839E1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2E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79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22FD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BBB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3C9DAFB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54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C62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D0E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902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BD8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4D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AE8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D4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A1D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226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22D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306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CE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85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133AFB" w14:textId="77777777" w:rsidTr="0099063B">
        <w:trPr>
          <w:trHeight w:val="3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1E2A6C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№ п/п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F24E0B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  <w:t>Подрядная организация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CE47D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8A7D2A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LTI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48798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RWI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6B005D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MTI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FF9E53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FAI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0DAA136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IHCA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67334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OD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8267658" w14:textId="77777777" w:rsidR="0099063B" w:rsidRPr="0099063B" w:rsidRDefault="00EA044C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5" w:anchor="RANGE!D12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ФЧЧ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96ED94" w14:textId="77777777" w:rsidR="0099063B" w:rsidRPr="0099063B" w:rsidRDefault="00EA044C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6" w:anchor="RANGE!D13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LTID</w:t>
              </w:r>
            </w:hyperlink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72517E9" w14:textId="77777777" w:rsidR="0099063B" w:rsidRPr="0099063B" w:rsidRDefault="00EA044C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hyperlink r:id="rId7" w:anchor="RANGE!D14" w:history="1">
              <w:r w:rsidR="0099063B" w:rsidRPr="0099063B">
                <w:rPr>
                  <w:rFonts w:eastAsia="Times New Roman" w:cs="Times New Roman"/>
                  <w:b/>
                  <w:bCs/>
                  <w:sz w:val="16"/>
                  <w:lang w:eastAsia="ru-RU"/>
                </w:rPr>
                <w:t>RWID</w:t>
              </w:r>
            </w:hyperlink>
          </w:p>
        </w:tc>
      </w:tr>
      <w:tr w:rsidR="0099063B" w:rsidRPr="0099063B" w14:paraId="63C75288" w14:textId="77777777" w:rsidTr="0099063B">
        <w:trPr>
          <w:trHeight w:val="300"/>
        </w:trPr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A9A4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C9F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lang w:eastAsia="ru-RU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0B3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B0A75C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Тяж.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8111578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1540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1ED5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BA13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E9476B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.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09A81F3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sz w:val="16"/>
                <w:lang w:eastAsia="ru-RU"/>
              </w:rPr>
              <w:t>Действ.</w:t>
            </w: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827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842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019C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AE3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sz w:val="16"/>
                <w:lang w:eastAsia="ru-RU"/>
              </w:rPr>
            </w:pPr>
          </w:p>
        </w:tc>
      </w:tr>
      <w:tr w:rsidR="0099063B" w:rsidRPr="0099063B" w14:paraId="1180BBA7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0F6F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01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6F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E9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2E3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FF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531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D0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304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D7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921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A95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3E4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46C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16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16"/>
                <w:lang w:eastAsia="ru-RU"/>
              </w:rPr>
              <w:t> </w:t>
            </w:r>
          </w:p>
        </w:tc>
      </w:tr>
      <w:tr w:rsidR="0099063B" w:rsidRPr="0099063B" w14:paraId="36BB219C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9F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9371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3E9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76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8D9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72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DBF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952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C2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461D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B37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FE0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C2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0467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3C217DB6" w14:textId="77777777" w:rsidTr="0099063B">
        <w:trPr>
          <w:trHeight w:val="315"/>
        </w:trPr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53F3B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Руководитель подрядной организации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780F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A7477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2EE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FCB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58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1013CFB5" w14:textId="77777777" w:rsidTr="0099063B">
        <w:trPr>
          <w:trHeight w:val="300"/>
        </w:trPr>
        <w:tc>
          <w:tcPr>
            <w:tcW w:w="2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55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1D290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Должность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796E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Подпись</w:t>
            </w: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643B42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Ф.И.О.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470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325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C5F626" w14:textId="77777777" w:rsidTr="0099063B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0A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6F7A" w14:textId="77777777" w:rsidR="0099063B" w:rsidRPr="0099063B" w:rsidRDefault="0099063B" w:rsidP="0099063B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667C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E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C4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91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DD1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BFB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6D9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878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5D6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8E89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07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A17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14:paraId="723C4952" w14:textId="77777777" w:rsidR="0099063B" w:rsidRDefault="0099063B"/>
    <w:tbl>
      <w:tblPr>
        <w:tblW w:w="4997" w:type="pct"/>
        <w:tblInd w:w="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1721"/>
        <w:gridCol w:w="849"/>
        <w:gridCol w:w="3818"/>
        <w:gridCol w:w="556"/>
        <w:gridCol w:w="556"/>
        <w:gridCol w:w="556"/>
        <w:gridCol w:w="556"/>
      </w:tblGrid>
      <w:tr w:rsidR="0099063B" w:rsidRPr="0099063B" w14:paraId="6C01F3C1" w14:textId="77777777" w:rsidTr="0099063B">
        <w:trPr>
          <w:trHeight w:val="300"/>
        </w:trPr>
        <w:tc>
          <w:tcPr>
            <w:tcW w:w="7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A07D" w14:textId="124E3629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Сокращения (</w:t>
            </w:r>
            <w:proofErr w:type="spellStart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справочно</w:t>
            </w:r>
            <w:proofErr w:type="spellEnd"/>
            <w:r w:rsidRPr="0099063B">
              <w:rPr>
                <w:rFonts w:eastAsia="Times New Roman" w:cs="Times New Roman"/>
                <w:color w:val="000000"/>
                <w:sz w:val="22"/>
                <w:lang w:eastAsia="ru-RU"/>
              </w:rPr>
              <w:t>, печать не требуется):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B7A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25C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58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CC5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504131E" w14:textId="77777777" w:rsidTr="0099063B">
        <w:trPr>
          <w:trHeight w:val="25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F11E4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A22C0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4328E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4EF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04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8310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59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4615A6EA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85E3EC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9AA9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252C0B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70FA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73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05D3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0FB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F2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7F4755A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149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8514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802DF8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6ADB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083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4C8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427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9E7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BE2AEF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46DF0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1E6E78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4C498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CCD8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857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3D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411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E473B02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25EAD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52DCA1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AF81A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58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839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CEC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BE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514BB51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DAFB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8707A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10DB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A8C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D9E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32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F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07A43D2B" w14:textId="77777777" w:rsidTr="0099063B">
        <w:trPr>
          <w:trHeight w:val="255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762BA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17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19174A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4345D3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801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2AE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010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BE2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FE4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790B8F8E" w14:textId="77777777" w:rsidTr="0099063B">
        <w:trPr>
          <w:trHeight w:val="255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B5DC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B73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AFA02D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BB2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404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8D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62D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AB26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017FAA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B8F2EE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F061D9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B12D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F614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4CFF2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2B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8D6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55A03A8E" w14:textId="77777777" w:rsidTr="0099063B">
        <w:trPr>
          <w:trHeight w:val="255"/>
        </w:trPr>
        <w:tc>
          <w:tcPr>
            <w:tcW w:w="3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2F83FFA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B02B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085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C6F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B17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1EB8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279F44E5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EF33EE3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54C07A7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Time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27AFCD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339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472E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A98B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20AC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9063B" w:rsidRPr="0099063B" w14:paraId="6F76024A" w14:textId="77777777" w:rsidTr="0099063B">
        <w:trPr>
          <w:trHeight w:val="25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422D9F0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80F905F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Work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9063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2719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9063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88F9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6724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89C6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4587" w14:textId="77777777" w:rsidR="0099063B" w:rsidRPr="0099063B" w:rsidRDefault="0099063B" w:rsidP="0099063B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57B6CCB" w14:textId="2B0991FF" w:rsidR="0099063B" w:rsidRDefault="0099063B" w:rsidP="002B4DA4">
      <w:pPr>
        <w:jc w:val="center"/>
      </w:pPr>
    </w:p>
    <w:sectPr w:rsidR="0099063B" w:rsidSect="00A048C6">
      <w:pgSz w:w="11906" w:h="16838"/>
      <w:pgMar w:top="851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559B6"/>
    <w:multiLevelType w:val="hybridMultilevel"/>
    <w:tmpl w:val="B53C5C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B"/>
    <w:rsid w:val="00001F3B"/>
    <w:rsid w:val="000115A6"/>
    <w:rsid w:val="00063AD0"/>
    <w:rsid w:val="00064A50"/>
    <w:rsid w:val="00076974"/>
    <w:rsid w:val="000825EE"/>
    <w:rsid w:val="0008689A"/>
    <w:rsid w:val="000A54E6"/>
    <w:rsid w:val="000B3090"/>
    <w:rsid w:val="000C42EB"/>
    <w:rsid w:val="000D4DE2"/>
    <w:rsid w:val="001122D0"/>
    <w:rsid w:val="00136CE0"/>
    <w:rsid w:val="00151BE4"/>
    <w:rsid w:val="00153B8F"/>
    <w:rsid w:val="0017370C"/>
    <w:rsid w:val="00175D73"/>
    <w:rsid w:val="0018196C"/>
    <w:rsid w:val="00191E88"/>
    <w:rsid w:val="001C23CB"/>
    <w:rsid w:val="001C4CAA"/>
    <w:rsid w:val="0020537A"/>
    <w:rsid w:val="0020671D"/>
    <w:rsid w:val="00213888"/>
    <w:rsid w:val="00230EF2"/>
    <w:rsid w:val="00253270"/>
    <w:rsid w:val="0027680F"/>
    <w:rsid w:val="002B4DA4"/>
    <w:rsid w:val="002D2C30"/>
    <w:rsid w:val="002F0AF6"/>
    <w:rsid w:val="002F20B5"/>
    <w:rsid w:val="003465EB"/>
    <w:rsid w:val="003734DA"/>
    <w:rsid w:val="00387708"/>
    <w:rsid w:val="003947D7"/>
    <w:rsid w:val="003A1435"/>
    <w:rsid w:val="003B3750"/>
    <w:rsid w:val="003D3541"/>
    <w:rsid w:val="003E5462"/>
    <w:rsid w:val="00405EF7"/>
    <w:rsid w:val="00406A3E"/>
    <w:rsid w:val="0041136B"/>
    <w:rsid w:val="00423916"/>
    <w:rsid w:val="00451931"/>
    <w:rsid w:val="004715BD"/>
    <w:rsid w:val="00487581"/>
    <w:rsid w:val="0048762A"/>
    <w:rsid w:val="004A0A4F"/>
    <w:rsid w:val="004A52F4"/>
    <w:rsid w:val="004B028C"/>
    <w:rsid w:val="0051799D"/>
    <w:rsid w:val="00560808"/>
    <w:rsid w:val="00580CD7"/>
    <w:rsid w:val="005C5BFA"/>
    <w:rsid w:val="005E5834"/>
    <w:rsid w:val="005E6AA6"/>
    <w:rsid w:val="005F678D"/>
    <w:rsid w:val="006061B1"/>
    <w:rsid w:val="006871D3"/>
    <w:rsid w:val="006C0B9A"/>
    <w:rsid w:val="00757B51"/>
    <w:rsid w:val="007602A3"/>
    <w:rsid w:val="00780138"/>
    <w:rsid w:val="00782709"/>
    <w:rsid w:val="007C1948"/>
    <w:rsid w:val="007E1C5D"/>
    <w:rsid w:val="008014B8"/>
    <w:rsid w:val="00824C4B"/>
    <w:rsid w:val="008576E7"/>
    <w:rsid w:val="00882E64"/>
    <w:rsid w:val="008B7D21"/>
    <w:rsid w:val="008F06BE"/>
    <w:rsid w:val="00905089"/>
    <w:rsid w:val="009225A1"/>
    <w:rsid w:val="0092428B"/>
    <w:rsid w:val="0095782B"/>
    <w:rsid w:val="0099063B"/>
    <w:rsid w:val="009E13D5"/>
    <w:rsid w:val="00A048C6"/>
    <w:rsid w:val="00A328EF"/>
    <w:rsid w:val="00A40B60"/>
    <w:rsid w:val="00A46420"/>
    <w:rsid w:val="00A62EE0"/>
    <w:rsid w:val="00A65564"/>
    <w:rsid w:val="00A87458"/>
    <w:rsid w:val="00AF3E3F"/>
    <w:rsid w:val="00AF62D5"/>
    <w:rsid w:val="00B177AE"/>
    <w:rsid w:val="00B34E73"/>
    <w:rsid w:val="00B51DA8"/>
    <w:rsid w:val="00B52BCD"/>
    <w:rsid w:val="00B76BEB"/>
    <w:rsid w:val="00B83EAC"/>
    <w:rsid w:val="00B91203"/>
    <w:rsid w:val="00B97371"/>
    <w:rsid w:val="00BB03F5"/>
    <w:rsid w:val="00BB4C14"/>
    <w:rsid w:val="00BD494E"/>
    <w:rsid w:val="00BE10CA"/>
    <w:rsid w:val="00C271EB"/>
    <w:rsid w:val="00C54417"/>
    <w:rsid w:val="00C54C4B"/>
    <w:rsid w:val="00C61511"/>
    <w:rsid w:val="00C64A8D"/>
    <w:rsid w:val="00C81A82"/>
    <w:rsid w:val="00C96CC2"/>
    <w:rsid w:val="00CB1705"/>
    <w:rsid w:val="00CB63C1"/>
    <w:rsid w:val="00CE1A41"/>
    <w:rsid w:val="00CE4388"/>
    <w:rsid w:val="00D07506"/>
    <w:rsid w:val="00D10F53"/>
    <w:rsid w:val="00D16E0C"/>
    <w:rsid w:val="00D24AA2"/>
    <w:rsid w:val="00D31815"/>
    <w:rsid w:val="00D44AF6"/>
    <w:rsid w:val="00D44C22"/>
    <w:rsid w:val="00D63F69"/>
    <w:rsid w:val="00D733A2"/>
    <w:rsid w:val="00DA754F"/>
    <w:rsid w:val="00DE18AA"/>
    <w:rsid w:val="00DF49A8"/>
    <w:rsid w:val="00DF5D04"/>
    <w:rsid w:val="00E036C9"/>
    <w:rsid w:val="00E265C5"/>
    <w:rsid w:val="00E35316"/>
    <w:rsid w:val="00E36210"/>
    <w:rsid w:val="00E3683A"/>
    <w:rsid w:val="00E46CFF"/>
    <w:rsid w:val="00E4733B"/>
    <w:rsid w:val="00E5334B"/>
    <w:rsid w:val="00E6547B"/>
    <w:rsid w:val="00EA044C"/>
    <w:rsid w:val="00ED0EE7"/>
    <w:rsid w:val="00ED643C"/>
    <w:rsid w:val="00EE3112"/>
    <w:rsid w:val="00F21E95"/>
    <w:rsid w:val="00F36FAD"/>
    <w:rsid w:val="00F63DE3"/>
    <w:rsid w:val="00F87C69"/>
    <w:rsid w:val="00F954BD"/>
    <w:rsid w:val="00FA2ACA"/>
    <w:rsid w:val="00FA4DB6"/>
    <w:rsid w:val="00FB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22CD"/>
  <w15:chartTrackingRefBased/>
  <w15:docId w15:val="{984BC1F3-DCAF-4068-B526-A1B590D9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9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CE1"/>
    <w:pPr>
      <w:ind w:left="720"/>
      <w:contextualSpacing/>
    </w:pPr>
  </w:style>
  <w:style w:type="table" w:styleId="a4">
    <w:name w:val="Table Grid"/>
    <w:basedOn w:val="a1"/>
    <w:uiPriority w:val="39"/>
    <w:rsid w:val="004A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27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27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A04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9906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5" Type="http://schemas.openxmlformats.org/officeDocument/2006/relationships/hyperlink" Target="file:///C:\Users\Tihonov_as\Desktop\-%20&#1058;&#1077;&#1082;&#1091;&#1097;&#1080;&#1077;%20&#1044;&#1086;&#1075;&#1086;&#1074;&#1086;&#1088;&#1072;\&#1069;&#1055;&#1041;%20&#1079;&#1076;&#1072;&#1085;&#1080;&#1081;%20&#1043;&#1069;&#1057;%20&#1080;%20&#1053;&#1041;\-%20&#1040;&#1082;&#1090;&#1091;&#1072;&#1083;&#1100;&#1085;&#1099;&#1077;%20&#1092;&#1086;&#1088;&#1084;&#1091;&#1083;&#1080;&#1088;&#1086;&#1074;&#1082;&#1080;\-%20&#1055;&#1088;&#1080;&#1083;&#1086;&#1078;&#1077;&#1085;&#1080;&#1077;%209.%20&#1059;&#1085;&#1080;&#1092;&#1080;&#1094;&#1080;&#1088;&#1086;&#1074;&#1072;&#1085;&#1085;&#1072;&#1103;%20&#1092;&#1086;&#1088;&#1084;&#1072;%20&#1089;&#1073;&#1086;&#1088;&#1072;%20&#1086;&#1090;&#1095;&#1077;&#1090;&#1085;&#1086;&#1089;&#1090;&#1080;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Budnikova Tatiyana</cp:lastModifiedBy>
  <cp:revision>111</cp:revision>
  <dcterms:created xsi:type="dcterms:W3CDTF">2022-07-28T13:55:00Z</dcterms:created>
  <dcterms:modified xsi:type="dcterms:W3CDTF">2023-09-11T10:42:00Z</dcterms:modified>
</cp:coreProperties>
</file>